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AF19FE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AF19FE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CE6E40">
              <w:rPr>
                <w:rFonts w:ascii="Times New Roman" w:hAnsi="Times New Roman"/>
                <w:sz w:val="28"/>
                <w:szCs w:val="28"/>
              </w:rPr>
              <w:t>№ 1</w:t>
            </w:r>
            <w:r w:rsidR="00F55C0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E3BD8" w:rsidRDefault="006E3BD8" w:rsidP="00AF19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AF19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AF19FE" w:rsidRPr="002C7AB6" w:rsidTr="002C7AB6">
        <w:tc>
          <w:tcPr>
            <w:tcW w:w="5428" w:type="dxa"/>
          </w:tcPr>
          <w:p w:rsidR="00AF19FE" w:rsidRPr="002C7AB6" w:rsidRDefault="00AF19FE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AF19FE" w:rsidRPr="002C7AB6" w:rsidRDefault="00895A71" w:rsidP="00AF19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AF19FE" w:rsidRPr="002C7AB6" w:rsidTr="002C7AB6">
        <w:tc>
          <w:tcPr>
            <w:tcW w:w="5428" w:type="dxa"/>
          </w:tcPr>
          <w:p w:rsidR="00AF19FE" w:rsidRPr="002C7AB6" w:rsidRDefault="00AF19FE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AF19FE" w:rsidRPr="002C7AB6" w:rsidRDefault="00AF19FE" w:rsidP="00AF19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19FE" w:rsidRDefault="00AF19FE" w:rsidP="00CE6E40">
      <w:pPr>
        <w:jc w:val="center"/>
        <w:rPr>
          <w:rFonts w:ascii="Times New Roman" w:hAnsi="Times New Roman"/>
          <w:sz w:val="28"/>
          <w:szCs w:val="28"/>
        </w:rPr>
      </w:pPr>
    </w:p>
    <w:p w:rsidR="00AF19FE" w:rsidRDefault="00AF19FE" w:rsidP="00CE6E40">
      <w:pPr>
        <w:jc w:val="center"/>
        <w:rPr>
          <w:rFonts w:ascii="Times New Roman" w:hAnsi="Times New Roman"/>
          <w:sz w:val="28"/>
          <w:szCs w:val="28"/>
        </w:rPr>
      </w:pPr>
    </w:p>
    <w:p w:rsidR="00CE6E40" w:rsidRPr="00CE6E40" w:rsidRDefault="00CE6E40" w:rsidP="00CE6E40">
      <w:pPr>
        <w:jc w:val="center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>Региональный перечень</w:t>
      </w:r>
    </w:p>
    <w:p w:rsidR="00AF19FE" w:rsidRDefault="00CE6E40" w:rsidP="00CE6E40">
      <w:pPr>
        <w:jc w:val="center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>минимума необходимых работ (услуг) в машиностроительной отрасли,</w:t>
      </w:r>
    </w:p>
    <w:p w:rsidR="00AF19FE" w:rsidRDefault="00CE6E40" w:rsidP="00CE6E40">
      <w:pPr>
        <w:jc w:val="center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>выполняемых в период проведения забастовки работниками организаций</w:t>
      </w:r>
    </w:p>
    <w:p w:rsidR="00AF19FE" w:rsidRDefault="00CE6E40" w:rsidP="00CE6E40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CE6E40">
        <w:rPr>
          <w:rFonts w:ascii="Times New Roman" w:hAnsi="Times New Roman"/>
          <w:sz w:val="28"/>
          <w:szCs w:val="28"/>
        </w:rPr>
        <w:t>(филиалов, представительств или иных обособленных структурных</w:t>
      </w:r>
      <w:proofErr w:type="gramEnd"/>
    </w:p>
    <w:p w:rsidR="00AF19FE" w:rsidRDefault="00CE6E40" w:rsidP="00CE6E40">
      <w:pPr>
        <w:jc w:val="center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>подразделений), индивидуальных предпринимателей, деятельность</w:t>
      </w:r>
    </w:p>
    <w:p w:rsidR="00AF19FE" w:rsidRDefault="00CE6E40" w:rsidP="00CE6E40">
      <w:pPr>
        <w:jc w:val="center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 xml:space="preserve">которых </w:t>
      </w:r>
      <w:proofErr w:type="gramStart"/>
      <w:r w:rsidRPr="00CE6E40">
        <w:rPr>
          <w:rFonts w:ascii="Times New Roman" w:hAnsi="Times New Roman"/>
          <w:sz w:val="28"/>
          <w:szCs w:val="28"/>
        </w:rPr>
        <w:t>связана</w:t>
      </w:r>
      <w:proofErr w:type="gramEnd"/>
      <w:r w:rsidRPr="00CE6E40">
        <w:rPr>
          <w:rFonts w:ascii="Times New Roman" w:hAnsi="Times New Roman"/>
          <w:sz w:val="28"/>
          <w:szCs w:val="28"/>
        </w:rPr>
        <w:t xml:space="preserve"> с безопасностью людей, обеспечением их здоровья</w:t>
      </w:r>
    </w:p>
    <w:p w:rsidR="00CE6E40" w:rsidRPr="00CE6E40" w:rsidRDefault="00CE6E40" w:rsidP="00CE6E40">
      <w:pPr>
        <w:jc w:val="center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>и жизненно важных интересов общества</w:t>
      </w:r>
    </w:p>
    <w:p w:rsidR="00CE6E40" w:rsidRPr="00CE6E40" w:rsidRDefault="00CE6E40" w:rsidP="00CE6E40">
      <w:pPr>
        <w:jc w:val="center"/>
        <w:rPr>
          <w:rFonts w:ascii="Times New Roman" w:hAnsi="Times New Roman"/>
          <w:sz w:val="28"/>
          <w:szCs w:val="28"/>
        </w:rPr>
      </w:pPr>
    </w:p>
    <w:p w:rsidR="00CE6E40" w:rsidRPr="00CE6E40" w:rsidRDefault="008B73E1" w:rsidP="00CE6E4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E6E40" w:rsidRPr="00CE6E40">
        <w:rPr>
          <w:rFonts w:ascii="Times New Roman" w:hAnsi="Times New Roman"/>
          <w:sz w:val="28"/>
          <w:szCs w:val="28"/>
        </w:rPr>
        <w:t xml:space="preserve"> Работы дежурных служб</w:t>
      </w:r>
      <w:r w:rsidR="00AF19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F19FE">
        <w:rPr>
          <w:rFonts w:ascii="Times New Roman" w:hAnsi="Times New Roman"/>
          <w:sz w:val="28"/>
          <w:szCs w:val="28"/>
        </w:rPr>
        <w:t>по</w:t>
      </w:r>
      <w:proofErr w:type="gramEnd"/>
      <w:r w:rsidR="00CE6E40" w:rsidRPr="00CE6E40">
        <w:rPr>
          <w:rFonts w:ascii="Times New Roman" w:hAnsi="Times New Roman"/>
          <w:sz w:val="28"/>
          <w:szCs w:val="28"/>
        </w:rPr>
        <w:t>:</w:t>
      </w:r>
    </w:p>
    <w:p w:rsidR="00CE6E40" w:rsidRPr="00CE6E40" w:rsidRDefault="00CE6E40" w:rsidP="00CE6E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>1)</w:t>
      </w:r>
      <w:r w:rsidR="00AF19FE">
        <w:rPr>
          <w:rFonts w:ascii="Times New Roman" w:hAnsi="Times New Roman"/>
          <w:sz w:val="28"/>
          <w:szCs w:val="28"/>
        </w:rPr>
        <w:t> </w:t>
      </w:r>
      <w:r w:rsidRPr="00CE6E40">
        <w:rPr>
          <w:rFonts w:ascii="Times New Roman" w:hAnsi="Times New Roman"/>
          <w:sz w:val="28"/>
          <w:szCs w:val="28"/>
        </w:rPr>
        <w:t>организационному и техническому обеспечению функционирования систем теплоснабжения, газоснабжения и энергоснабжения;</w:t>
      </w:r>
    </w:p>
    <w:p w:rsidR="00CE6E40" w:rsidRPr="00CE6E40" w:rsidRDefault="00CE6E40" w:rsidP="00CE6E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>2)</w:t>
      </w:r>
      <w:r w:rsidR="00AF19FE">
        <w:rPr>
          <w:rFonts w:ascii="Times New Roman" w:hAnsi="Times New Roman"/>
          <w:sz w:val="28"/>
          <w:szCs w:val="28"/>
        </w:rPr>
        <w:t> </w:t>
      </w:r>
      <w:r w:rsidRPr="00CE6E40">
        <w:rPr>
          <w:rFonts w:ascii="Times New Roman" w:hAnsi="Times New Roman"/>
          <w:sz w:val="28"/>
          <w:szCs w:val="28"/>
        </w:rPr>
        <w:t xml:space="preserve">обслуживанию систем водоснабжения и </w:t>
      </w:r>
      <w:proofErr w:type="spellStart"/>
      <w:r w:rsidRPr="00CE6E40">
        <w:rPr>
          <w:rFonts w:ascii="Times New Roman" w:hAnsi="Times New Roman"/>
          <w:sz w:val="28"/>
          <w:szCs w:val="28"/>
        </w:rPr>
        <w:t>водоответвления</w:t>
      </w:r>
      <w:proofErr w:type="spellEnd"/>
      <w:r w:rsidRPr="00CE6E40">
        <w:rPr>
          <w:rFonts w:ascii="Times New Roman" w:hAnsi="Times New Roman"/>
          <w:sz w:val="28"/>
          <w:szCs w:val="28"/>
        </w:rPr>
        <w:t xml:space="preserve"> (стоков);</w:t>
      </w:r>
    </w:p>
    <w:p w:rsidR="00CE6E40" w:rsidRPr="00CE6E40" w:rsidRDefault="00CE6E40" w:rsidP="00CE6E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>3)</w:t>
      </w:r>
      <w:r w:rsidR="00AF19FE">
        <w:rPr>
          <w:rFonts w:ascii="Times New Roman" w:hAnsi="Times New Roman"/>
          <w:sz w:val="28"/>
          <w:szCs w:val="28"/>
        </w:rPr>
        <w:t> </w:t>
      </w:r>
      <w:r w:rsidRPr="00CE6E40">
        <w:rPr>
          <w:rFonts w:ascii="Times New Roman" w:hAnsi="Times New Roman"/>
          <w:sz w:val="28"/>
          <w:szCs w:val="28"/>
        </w:rPr>
        <w:t>обеспечению сохранности подземных инженерных коммуникаций;</w:t>
      </w:r>
    </w:p>
    <w:p w:rsidR="00CE6E40" w:rsidRPr="00CE6E40" w:rsidRDefault="00CE6E40" w:rsidP="00CE6E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>4)</w:t>
      </w:r>
      <w:r w:rsidR="00AF19FE">
        <w:rPr>
          <w:rFonts w:ascii="Times New Roman" w:hAnsi="Times New Roman"/>
          <w:sz w:val="28"/>
          <w:szCs w:val="28"/>
        </w:rPr>
        <w:t> </w:t>
      </w:r>
      <w:r w:rsidRPr="00CE6E40">
        <w:rPr>
          <w:rFonts w:ascii="Times New Roman" w:hAnsi="Times New Roman"/>
          <w:sz w:val="28"/>
          <w:szCs w:val="28"/>
        </w:rPr>
        <w:t xml:space="preserve">обеспечению безопасности находящихся на территории организаций электромеханических, взрывоопасных, взрывопожароопасных химических производств и лабораторий, хранилищ с </w:t>
      </w:r>
      <w:proofErr w:type="gramStart"/>
      <w:r w:rsidRPr="00CE6E40">
        <w:rPr>
          <w:rFonts w:ascii="Times New Roman" w:hAnsi="Times New Roman"/>
          <w:sz w:val="28"/>
          <w:szCs w:val="28"/>
        </w:rPr>
        <w:t>едкими</w:t>
      </w:r>
      <w:proofErr w:type="gramEnd"/>
      <w:r w:rsidRPr="00CE6E40">
        <w:rPr>
          <w:rFonts w:ascii="Times New Roman" w:hAnsi="Times New Roman"/>
          <w:sz w:val="28"/>
          <w:szCs w:val="28"/>
        </w:rPr>
        <w:t xml:space="preserve"> токсичными                                       и сильнодействующими веществами, легковоспламеняющимися и горючими     жидкостями.</w:t>
      </w:r>
    </w:p>
    <w:p w:rsidR="00CE6E40" w:rsidRPr="00CE6E40" w:rsidRDefault="00CE6E40" w:rsidP="00CE6E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>2.</w:t>
      </w:r>
      <w:r w:rsidR="00AF19FE">
        <w:rPr>
          <w:rFonts w:ascii="Times New Roman" w:hAnsi="Times New Roman"/>
          <w:sz w:val="28"/>
          <w:szCs w:val="28"/>
        </w:rPr>
        <w:t> </w:t>
      </w:r>
      <w:r w:rsidRPr="00CE6E40">
        <w:rPr>
          <w:rFonts w:ascii="Times New Roman" w:hAnsi="Times New Roman"/>
          <w:sz w:val="28"/>
          <w:szCs w:val="28"/>
        </w:rPr>
        <w:t>Охрана организаций и их территорий в круглосуточном усиленном режиме.</w:t>
      </w:r>
    </w:p>
    <w:p w:rsidR="00CE6E40" w:rsidRPr="00CE6E40" w:rsidRDefault="00CE6E40" w:rsidP="00CE6E40">
      <w:pPr>
        <w:jc w:val="center"/>
        <w:rPr>
          <w:rFonts w:ascii="Times New Roman" w:hAnsi="Times New Roman"/>
          <w:sz w:val="28"/>
          <w:szCs w:val="28"/>
        </w:rPr>
      </w:pPr>
    </w:p>
    <w:p w:rsidR="00CE6E40" w:rsidRPr="00CE6E40" w:rsidRDefault="00CE6E40" w:rsidP="00CE6E40">
      <w:pPr>
        <w:jc w:val="center"/>
        <w:rPr>
          <w:rFonts w:ascii="Times New Roman" w:hAnsi="Times New Roman"/>
          <w:sz w:val="28"/>
          <w:szCs w:val="28"/>
        </w:rPr>
      </w:pPr>
    </w:p>
    <w:p w:rsidR="00F149DD" w:rsidRPr="00190FF9" w:rsidRDefault="00CE6E40" w:rsidP="00CE6E40">
      <w:pPr>
        <w:jc w:val="center"/>
        <w:rPr>
          <w:rFonts w:ascii="Times New Roman" w:hAnsi="Times New Roman"/>
          <w:sz w:val="28"/>
          <w:szCs w:val="28"/>
        </w:rPr>
      </w:pPr>
      <w:r w:rsidRPr="00CE6E40">
        <w:rPr>
          <w:rFonts w:ascii="Times New Roman" w:hAnsi="Times New Roman"/>
          <w:sz w:val="28"/>
          <w:szCs w:val="28"/>
        </w:rPr>
        <w:t>_____________</w:t>
      </w:r>
    </w:p>
    <w:sectPr w:rsidR="00F149DD" w:rsidRPr="00190FF9" w:rsidSect="00AF19FE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995" w:rsidRDefault="00B33995">
      <w:r>
        <w:separator/>
      </w:r>
    </w:p>
  </w:endnote>
  <w:endnote w:type="continuationSeparator" w:id="0">
    <w:p w:rsidR="00B33995" w:rsidRDefault="00B3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248E6588" wp14:editId="05D9E38F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2FB8D90" wp14:editId="57729205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AF19FE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1098  06.03.2019 15:26:39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995" w:rsidRDefault="00B33995">
      <w:r>
        <w:separator/>
      </w:r>
    </w:p>
  </w:footnote>
  <w:footnote w:type="continuationSeparator" w:id="0">
    <w:p w:rsidR="00B33995" w:rsidRDefault="00B33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F149DD">
      <w:rPr>
        <w:rStyle w:val="a8"/>
        <w:rFonts w:ascii="Times New Roman" w:hAnsi="Times New Roman"/>
        <w:noProof/>
        <w:sz w:val="28"/>
        <w:szCs w:val="28"/>
      </w:rPr>
      <w:t>3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1.3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4dRLdBh8nwySpvITPh7PKNkbjM=" w:salt="bbfRU68oSh1eyVBhLhgp7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5B3B"/>
    <w:rsid w:val="00037C0C"/>
    <w:rsid w:val="000502A3"/>
    <w:rsid w:val="00053FB1"/>
    <w:rsid w:val="00056DEB"/>
    <w:rsid w:val="00073A7A"/>
    <w:rsid w:val="00076D5E"/>
    <w:rsid w:val="00084DD3"/>
    <w:rsid w:val="000917C0"/>
    <w:rsid w:val="000B0736"/>
    <w:rsid w:val="00122CFD"/>
    <w:rsid w:val="00151370"/>
    <w:rsid w:val="00154BE9"/>
    <w:rsid w:val="00162E72"/>
    <w:rsid w:val="00175BE5"/>
    <w:rsid w:val="001850F4"/>
    <w:rsid w:val="00186B77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6A"/>
    <w:rsid w:val="001F64B8"/>
    <w:rsid w:val="001F7C83"/>
    <w:rsid w:val="00203046"/>
    <w:rsid w:val="00205AB5"/>
    <w:rsid w:val="00216C9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23DB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400906"/>
    <w:rsid w:val="00402933"/>
    <w:rsid w:val="0042590E"/>
    <w:rsid w:val="00437F65"/>
    <w:rsid w:val="00460FEA"/>
    <w:rsid w:val="004734B7"/>
    <w:rsid w:val="0047580E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95A71"/>
    <w:rsid w:val="008A1696"/>
    <w:rsid w:val="008B73E1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19FE"/>
    <w:rsid w:val="00AF5F7C"/>
    <w:rsid w:val="00B02207"/>
    <w:rsid w:val="00B03403"/>
    <w:rsid w:val="00B10324"/>
    <w:rsid w:val="00B33995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E6E40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F5BC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49DD"/>
    <w:rsid w:val="00F1529E"/>
    <w:rsid w:val="00F16F07"/>
    <w:rsid w:val="00F45B7C"/>
    <w:rsid w:val="00F45FCE"/>
    <w:rsid w:val="00F55C09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6</cp:revision>
  <cp:lastPrinted>2008-04-23T08:17:00Z</cp:lastPrinted>
  <dcterms:created xsi:type="dcterms:W3CDTF">2019-01-25T09:06:00Z</dcterms:created>
  <dcterms:modified xsi:type="dcterms:W3CDTF">2019-04-10T06:31:00Z</dcterms:modified>
</cp:coreProperties>
</file>